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ECAD3" w14:textId="77777777" w:rsidR="007F75F3" w:rsidRDefault="007F75F3" w:rsidP="005A6672">
      <w:pPr>
        <w:tabs>
          <w:tab w:val="left" w:pos="851"/>
        </w:tabs>
        <w:rPr>
          <w:rFonts w:ascii="Times New Roman" w:hAnsi="Times New Roman"/>
          <w:sz w:val="24"/>
          <w:lang w:val="et-EE"/>
        </w:rPr>
      </w:pPr>
    </w:p>
    <w:p w14:paraId="29E79C03" w14:textId="77777777" w:rsidR="00771A66" w:rsidRDefault="00771A66" w:rsidP="005A6672">
      <w:pPr>
        <w:tabs>
          <w:tab w:val="left" w:pos="851"/>
        </w:tabs>
        <w:rPr>
          <w:rFonts w:ascii="Times New Roman" w:hAnsi="Times New Roman"/>
          <w:sz w:val="24"/>
          <w:lang w:val="et-EE"/>
        </w:rPr>
      </w:pPr>
    </w:p>
    <w:p w14:paraId="7BEE1004" w14:textId="5CD81E69" w:rsidR="00771A66" w:rsidRDefault="00771A66" w:rsidP="005A6672">
      <w:pPr>
        <w:tabs>
          <w:tab w:val="left" w:pos="851"/>
        </w:tabs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 xml:space="preserve">Kaari </w:t>
      </w:r>
      <w:proofErr w:type="spellStart"/>
      <w:r>
        <w:rPr>
          <w:rFonts w:ascii="Times New Roman" w:hAnsi="Times New Roman"/>
          <w:sz w:val="24"/>
          <w:lang w:val="et-EE"/>
        </w:rPr>
        <w:t>Siemer</w:t>
      </w:r>
      <w:proofErr w:type="spellEnd"/>
      <w:r>
        <w:rPr>
          <w:rFonts w:ascii="Times New Roman" w:hAnsi="Times New Roman"/>
          <w:sz w:val="24"/>
          <w:lang w:val="et-EE"/>
        </w:rPr>
        <w:tab/>
      </w:r>
      <w:r>
        <w:rPr>
          <w:rFonts w:ascii="Times New Roman" w:hAnsi="Times New Roman"/>
          <w:sz w:val="24"/>
          <w:lang w:val="et-EE"/>
        </w:rPr>
        <w:tab/>
      </w:r>
      <w:r>
        <w:rPr>
          <w:rFonts w:ascii="Times New Roman" w:hAnsi="Times New Roman"/>
          <w:sz w:val="24"/>
          <w:lang w:val="et-EE"/>
        </w:rPr>
        <w:tab/>
      </w:r>
      <w:r>
        <w:rPr>
          <w:rFonts w:ascii="Times New Roman" w:hAnsi="Times New Roman"/>
          <w:sz w:val="24"/>
          <w:lang w:val="et-EE"/>
        </w:rPr>
        <w:tab/>
      </w:r>
      <w:r>
        <w:rPr>
          <w:rFonts w:ascii="Times New Roman" w:hAnsi="Times New Roman"/>
          <w:sz w:val="24"/>
          <w:lang w:val="et-EE"/>
        </w:rPr>
        <w:tab/>
      </w:r>
      <w:r>
        <w:rPr>
          <w:rFonts w:ascii="Times New Roman" w:hAnsi="Times New Roman"/>
          <w:sz w:val="24"/>
          <w:lang w:val="et-EE"/>
        </w:rPr>
        <w:tab/>
      </w:r>
      <w:r>
        <w:rPr>
          <w:rFonts w:ascii="Times New Roman" w:hAnsi="Times New Roman"/>
          <w:sz w:val="24"/>
          <w:lang w:val="et-EE"/>
        </w:rPr>
        <w:tab/>
      </w:r>
      <w:r>
        <w:rPr>
          <w:rFonts w:ascii="Times New Roman" w:hAnsi="Times New Roman"/>
          <w:sz w:val="24"/>
          <w:lang w:val="et-EE"/>
        </w:rPr>
        <w:tab/>
        <w:t>30.05.2024 nr 10-14/24-</w:t>
      </w:r>
    </w:p>
    <w:p w14:paraId="48620A97" w14:textId="6C8D1867" w:rsidR="00771A66" w:rsidRDefault="00771A66" w:rsidP="005A6672">
      <w:pPr>
        <w:tabs>
          <w:tab w:val="left" w:pos="851"/>
        </w:tabs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>Eesti Rahva Muuseum</w:t>
      </w:r>
    </w:p>
    <w:p w14:paraId="65B4A995" w14:textId="6A702D77" w:rsidR="00771A66" w:rsidRDefault="00771A66" w:rsidP="005A6672">
      <w:pPr>
        <w:tabs>
          <w:tab w:val="left" w:pos="851"/>
        </w:tabs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>Muuseumi tee 2 Tartu</w:t>
      </w:r>
    </w:p>
    <w:p w14:paraId="6F0699BF" w14:textId="7D06BF39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hyperlink r:id="rId6" w:history="1">
        <w:r>
          <w:rPr>
            <w:rStyle w:val="Hperlink"/>
            <w:rFonts w:ascii="Calibri" w:hAnsi="Calibri" w:cs="Calibri"/>
            <w:sz w:val="22"/>
            <w:szCs w:val="22"/>
          </w:rPr>
          <w:t>Kaari.Siemer@erm.ee</w:t>
        </w:r>
      </w:hyperlink>
    </w:p>
    <w:p w14:paraId="0BA48066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3B24FB0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DC2E007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029072F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8613262" w14:textId="18195D9D" w:rsidR="00771A66" w:rsidRPr="00771A66" w:rsidRDefault="00771A66" w:rsidP="005A6672">
      <w:pPr>
        <w:tabs>
          <w:tab w:val="left" w:pos="851"/>
        </w:tabs>
        <w:rPr>
          <w:rFonts w:ascii="Calibri" w:hAnsi="Calibri" w:cs="Calibri"/>
          <w:b/>
          <w:bCs/>
          <w:sz w:val="22"/>
          <w:szCs w:val="22"/>
        </w:rPr>
      </w:pPr>
      <w:r w:rsidRPr="00771A66">
        <w:rPr>
          <w:rFonts w:ascii="Calibri" w:hAnsi="Calibri" w:cs="Calibri"/>
          <w:b/>
          <w:bCs/>
          <w:sz w:val="22"/>
          <w:szCs w:val="22"/>
        </w:rPr>
        <w:t>GARANTIIKIRI</w:t>
      </w:r>
    </w:p>
    <w:p w14:paraId="044C204E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5868F95" w14:textId="2F0A31DA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Riigikohus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garanteerib</w:t>
      </w:r>
      <w:proofErr w:type="spellEnd"/>
      <w:r>
        <w:rPr>
          <w:rFonts w:ascii="Calibri" w:hAnsi="Calibri" w:cs="Calibri"/>
          <w:sz w:val="22"/>
          <w:szCs w:val="22"/>
        </w:rPr>
        <w:t xml:space="preserve"> 12. </w:t>
      </w:r>
      <w:proofErr w:type="spellStart"/>
      <w:r>
        <w:rPr>
          <w:rFonts w:ascii="Calibri" w:hAnsi="Calibri" w:cs="Calibri"/>
          <w:sz w:val="22"/>
          <w:szCs w:val="22"/>
        </w:rPr>
        <w:t>juuniks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kella</w:t>
      </w:r>
      <w:proofErr w:type="spellEnd"/>
      <w:r>
        <w:rPr>
          <w:rFonts w:ascii="Calibri" w:hAnsi="Calibri" w:cs="Calibri"/>
          <w:sz w:val="22"/>
          <w:szCs w:val="22"/>
        </w:rPr>
        <w:t xml:space="preserve"> 10.30 </w:t>
      </w:r>
      <w:proofErr w:type="spellStart"/>
      <w:r>
        <w:rPr>
          <w:rFonts w:ascii="Calibri" w:hAnsi="Calibri" w:cs="Calibri"/>
          <w:sz w:val="22"/>
          <w:szCs w:val="22"/>
        </w:rPr>
        <w:t>broneeritud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giidituuri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eest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tasumise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vastavalt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esitatavale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arvele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3F69419E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E3D29E7" w14:textId="63922B66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Arve </w:t>
      </w:r>
      <w:proofErr w:type="spellStart"/>
      <w:r>
        <w:rPr>
          <w:rFonts w:ascii="Calibri" w:hAnsi="Calibri" w:cs="Calibri"/>
          <w:sz w:val="22"/>
          <w:szCs w:val="22"/>
        </w:rPr>
        <w:t>palume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esitada</w:t>
      </w:r>
      <w:proofErr w:type="spellEnd"/>
      <w:r>
        <w:rPr>
          <w:rFonts w:ascii="Calibri" w:hAnsi="Calibri" w:cs="Calibri"/>
          <w:sz w:val="22"/>
          <w:szCs w:val="22"/>
        </w:rPr>
        <w:t xml:space="preserve"> e-</w:t>
      </w:r>
      <w:proofErr w:type="spellStart"/>
      <w:r>
        <w:rPr>
          <w:rFonts w:ascii="Calibri" w:hAnsi="Calibri" w:cs="Calibri"/>
          <w:sz w:val="22"/>
          <w:szCs w:val="22"/>
        </w:rPr>
        <w:t>arvena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maksetähtajaga</w:t>
      </w:r>
      <w:proofErr w:type="spellEnd"/>
      <w:r>
        <w:rPr>
          <w:rFonts w:ascii="Calibri" w:hAnsi="Calibri" w:cs="Calibri"/>
          <w:sz w:val="22"/>
          <w:szCs w:val="22"/>
        </w:rPr>
        <w:t xml:space="preserve"> 14 </w:t>
      </w:r>
      <w:proofErr w:type="spellStart"/>
      <w:r>
        <w:rPr>
          <w:rFonts w:ascii="Calibri" w:hAnsi="Calibri" w:cs="Calibri"/>
          <w:sz w:val="22"/>
          <w:szCs w:val="22"/>
        </w:rPr>
        <w:t>kalendripäeva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52F8462F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051A783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20D3247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0E31ABB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D0803F9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4BCC6EB" w14:textId="59CA984A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proofErr w:type="spellStart"/>
      <w:r>
        <w:rPr>
          <w:rFonts w:ascii="Calibri" w:hAnsi="Calibri" w:cs="Calibri"/>
          <w:sz w:val="22"/>
          <w:szCs w:val="22"/>
        </w:rPr>
        <w:t>allkirjastatud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digitaalselt</w:t>
      </w:r>
      <w:proofErr w:type="spellEnd"/>
      <w:r>
        <w:rPr>
          <w:rFonts w:ascii="Calibri" w:hAnsi="Calibri" w:cs="Calibri"/>
          <w:sz w:val="22"/>
          <w:szCs w:val="22"/>
        </w:rPr>
        <w:t>)</w:t>
      </w:r>
    </w:p>
    <w:p w14:paraId="7D987249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ADFDD97" w14:textId="77777777" w:rsidR="00771A66" w:rsidRDefault="00771A66" w:rsidP="00771A66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Üllar Kaljumäe</w:t>
      </w:r>
    </w:p>
    <w:p w14:paraId="4F1CC983" w14:textId="04173534" w:rsidR="00771A66" w:rsidRDefault="00771A66" w:rsidP="00771A66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Riigikohtu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direktor</w:t>
      </w:r>
      <w:proofErr w:type="spellEnd"/>
    </w:p>
    <w:p w14:paraId="081FCFD7" w14:textId="77777777" w:rsidR="00771A66" w:rsidRDefault="00771A66" w:rsidP="005A6672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47931E7" w14:textId="77777777" w:rsidR="00771A66" w:rsidRPr="000E4D3B" w:rsidRDefault="00771A66" w:rsidP="005A6672">
      <w:pPr>
        <w:tabs>
          <w:tab w:val="left" w:pos="851"/>
        </w:tabs>
        <w:rPr>
          <w:rFonts w:ascii="Times New Roman" w:hAnsi="Times New Roman"/>
          <w:sz w:val="24"/>
          <w:lang w:val="et-EE"/>
        </w:rPr>
      </w:pPr>
    </w:p>
    <w:sectPr w:rsidR="00771A66" w:rsidRPr="000E4D3B" w:rsidSect="00972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D04E1" w14:textId="77777777" w:rsidR="00771A66" w:rsidRDefault="00771A66">
      <w:r>
        <w:separator/>
      </w:r>
    </w:p>
  </w:endnote>
  <w:endnote w:type="continuationSeparator" w:id="0">
    <w:p w14:paraId="1367E945" w14:textId="77777777" w:rsidR="00771A66" w:rsidRDefault="0077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C9D4F" w14:textId="77777777" w:rsidR="00D63E84" w:rsidRDefault="00D63E84" w:rsidP="0003217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7BBCD51" w14:textId="77777777" w:rsidR="00D63E84" w:rsidRDefault="00D63E84" w:rsidP="00D63E8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2F3B" w14:textId="77777777" w:rsidR="00477DB5" w:rsidRPr="00424EF6" w:rsidRDefault="00424EF6" w:rsidP="00424EF6">
    <w:pPr>
      <w:tabs>
        <w:tab w:val="center" w:pos="4320"/>
        <w:tab w:val="right" w:pos="8640"/>
      </w:tabs>
      <w:suppressAutoHyphens/>
      <w:spacing w:line="288" w:lineRule="auto"/>
      <w:jc w:val="right"/>
      <w:rPr>
        <w:rFonts w:ascii="Times New Roman" w:hAnsi="Times New Roman"/>
        <w:lang w:val="et-EE"/>
      </w:rPr>
    </w:pPr>
    <w:r w:rsidRPr="00424EF6">
      <w:fldChar w:fldCharType="begin"/>
    </w:r>
    <w:r w:rsidRPr="00424EF6">
      <w:instrText xml:space="preserve"> PAGE </w:instrText>
    </w:r>
    <w:r w:rsidRPr="00424EF6">
      <w:fldChar w:fldCharType="separate"/>
    </w:r>
    <w:r w:rsidR="007F75F3">
      <w:rPr>
        <w:noProof/>
      </w:rPr>
      <w:t>2</w:t>
    </w:r>
    <w:r w:rsidRPr="00424EF6">
      <w:fldChar w:fldCharType="end"/>
    </w:r>
    <w:r w:rsidRPr="00424EF6">
      <w:rPr>
        <w:rFonts w:ascii="Times New Roman" w:hAnsi="Times New Roman"/>
        <w:lang w:val="et-EE"/>
      </w:rPr>
      <w:t>(</w:t>
    </w:r>
    <w:r w:rsidRPr="00424EF6">
      <w:fldChar w:fldCharType="begin"/>
    </w:r>
    <w:r w:rsidRPr="00424EF6">
      <w:instrText xml:space="preserve"> NUMPAGES </w:instrText>
    </w:r>
    <w:r w:rsidRPr="00424EF6">
      <w:fldChar w:fldCharType="separate"/>
    </w:r>
    <w:r w:rsidR="005F2623">
      <w:rPr>
        <w:noProof/>
      </w:rPr>
      <w:t>1</w:t>
    </w:r>
    <w:r w:rsidRPr="00424EF6">
      <w:fldChar w:fldCharType="end"/>
    </w:r>
    <w:r w:rsidRPr="00424EF6">
      <w:rPr>
        <w:rFonts w:ascii="Times New Roman" w:hAnsi="Times New Roman"/>
        <w:lang w:val="et-EE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6B267" w14:textId="77777777" w:rsidR="003719A7" w:rsidRDefault="005F2623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A6E7710" wp14:editId="1ADA6BD1">
              <wp:simplePos x="0" y="0"/>
              <wp:positionH relativeFrom="page">
                <wp:align>center</wp:align>
              </wp:positionH>
              <wp:positionV relativeFrom="paragraph">
                <wp:posOffset>-71755</wp:posOffset>
              </wp:positionV>
              <wp:extent cx="76581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310B6" w14:textId="77777777" w:rsidR="00046EE2" w:rsidRDefault="00046EE2" w:rsidP="00046EE2">
                          <w:pPr>
                            <w:jc w:val="center"/>
                            <w:rPr>
                              <w:rFonts w:ascii="Times New Roman" w:hAnsi="Times New Roman"/>
                              <w:noProof/>
                              <w:spacing w:val="4"/>
                              <w:sz w:val="18"/>
                              <w:szCs w:val="18"/>
                              <w:lang w:val="et-EE"/>
                            </w:rPr>
                          </w:pPr>
                          <w:r w:rsidRPr="001E0DDB">
                            <w:rPr>
                              <w:rFonts w:ascii="Times New Roman" w:hAnsi="Times New Roman"/>
                              <w:noProof/>
                              <w:spacing w:val="4"/>
                              <w:sz w:val="18"/>
                              <w:szCs w:val="18"/>
                              <w:lang w:val="et-EE"/>
                            </w:rPr>
                            <w:t xml:space="preserve">Lossi 17, 50093 TARTU. Registrikood 74001127. Telefon 730 9002, faks 730 9003, e-post </w:t>
                          </w:r>
                          <w:r w:rsidRPr="005214F2">
                            <w:rPr>
                              <w:rFonts w:ascii="Times New Roman" w:hAnsi="Times New Roman"/>
                              <w:noProof/>
                              <w:spacing w:val="4"/>
                              <w:sz w:val="18"/>
                              <w:szCs w:val="18"/>
                              <w:lang w:val="et-EE"/>
                            </w:rPr>
                            <w:t>info@riigikohus.ee</w:t>
                          </w:r>
                        </w:p>
                        <w:p w14:paraId="24050EFB" w14:textId="77777777" w:rsidR="00046EE2" w:rsidRPr="001E0DDB" w:rsidRDefault="00046EE2" w:rsidP="00046EE2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noProof/>
                              <w:spacing w:val="4"/>
                              <w:lang w:val="et-EE"/>
                            </w:rPr>
                          </w:pPr>
                          <w:r w:rsidRPr="001E0DDB">
                            <w:rPr>
                              <w:rFonts w:ascii="Times New Roman" w:hAnsi="Times New Roman"/>
                              <w:noProof/>
                              <w:spacing w:val="8"/>
                              <w:lang w:val="et-EE"/>
                            </w:rPr>
                            <w:t>www.riigikohus.ee</w:t>
                          </w:r>
                        </w:p>
                        <w:p w14:paraId="711C6635" w14:textId="77777777" w:rsidR="003719A7" w:rsidRPr="00046EE2" w:rsidRDefault="003719A7" w:rsidP="00046EE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6E77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5.65pt;width:603pt;height:36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" filled="f" stroked="f">
              <v:textbox>
                <w:txbxContent>
                  <w:p w14:paraId="6AE310B6" w14:textId="77777777" w:rsidR="00046EE2" w:rsidRDefault="00046EE2" w:rsidP="00046EE2">
                    <w:pPr>
                      <w:jc w:val="center"/>
                      <w:rPr>
                        <w:rFonts w:ascii="Times New Roman" w:hAnsi="Times New Roman"/>
                        <w:noProof/>
                        <w:spacing w:val="4"/>
                        <w:sz w:val="18"/>
                        <w:szCs w:val="18"/>
                        <w:lang w:val="et-EE"/>
                      </w:rPr>
                    </w:pPr>
                    <w:r w:rsidRPr="001E0DDB">
                      <w:rPr>
                        <w:rFonts w:ascii="Times New Roman" w:hAnsi="Times New Roman"/>
                        <w:noProof/>
                        <w:spacing w:val="4"/>
                        <w:sz w:val="18"/>
                        <w:szCs w:val="18"/>
                        <w:lang w:val="et-EE"/>
                      </w:rPr>
                      <w:t xml:space="preserve">Lossi 17, 50093 TARTU. Registrikood 74001127. Telefon 730 9002, faks 730 9003, e-post </w:t>
                    </w:r>
                    <w:r w:rsidRPr="005214F2">
                      <w:rPr>
                        <w:rFonts w:ascii="Times New Roman" w:hAnsi="Times New Roman"/>
                        <w:noProof/>
                        <w:spacing w:val="4"/>
                        <w:sz w:val="18"/>
                        <w:szCs w:val="18"/>
                        <w:lang w:val="et-EE"/>
                      </w:rPr>
                      <w:t>info@riigikohus.ee</w:t>
                    </w:r>
                  </w:p>
                  <w:p w14:paraId="24050EFB" w14:textId="77777777" w:rsidR="00046EE2" w:rsidRPr="001E0DDB" w:rsidRDefault="00046EE2" w:rsidP="00046EE2">
                    <w:pPr>
                      <w:jc w:val="center"/>
                      <w:rPr>
                        <w:rFonts w:ascii="Times New Roman" w:hAnsi="Times New Roman"/>
                        <w:b/>
                        <w:noProof/>
                        <w:spacing w:val="4"/>
                        <w:lang w:val="et-EE"/>
                      </w:rPr>
                    </w:pPr>
                    <w:r w:rsidRPr="001E0DDB">
                      <w:rPr>
                        <w:rFonts w:ascii="Times New Roman" w:hAnsi="Times New Roman"/>
                        <w:noProof/>
                        <w:spacing w:val="8"/>
                        <w:lang w:val="et-EE"/>
                      </w:rPr>
                      <w:t>www.riigikohus.ee</w:t>
                    </w:r>
                  </w:p>
                  <w:p w14:paraId="711C6635" w14:textId="77777777" w:rsidR="003719A7" w:rsidRPr="00046EE2" w:rsidRDefault="003719A7" w:rsidP="00046EE2"/>
                </w:txbxContent>
              </v:textbox>
              <w10:wrap anchorx="page"/>
            </v:shape>
          </w:pict>
        </mc:Fallback>
      </mc:AlternateContent>
    </w:r>
    <w:r>
      <w:rPr>
        <w:noProof/>
        <w:lang w:val="et-EE" w:eastAsia="et-EE"/>
      </w:rPr>
      <w:drawing>
        <wp:anchor distT="180340" distB="0" distL="114300" distR="114300" simplePos="0" relativeHeight="251656704" behindDoc="1" locked="0" layoutInCell="1" allowOverlap="1" wp14:anchorId="486703F2" wp14:editId="330F3EA5">
          <wp:simplePos x="0" y="0"/>
          <wp:positionH relativeFrom="page">
            <wp:align>center</wp:align>
          </wp:positionH>
          <wp:positionV relativeFrom="paragraph">
            <wp:posOffset>-360045</wp:posOffset>
          </wp:positionV>
          <wp:extent cx="6696075" cy="276860"/>
          <wp:effectExtent l="0" t="0" r="9525" b="889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5E132" w14:textId="77777777" w:rsidR="00771A66" w:rsidRDefault="00771A66">
      <w:r>
        <w:separator/>
      </w:r>
    </w:p>
  </w:footnote>
  <w:footnote w:type="continuationSeparator" w:id="0">
    <w:p w14:paraId="19D83263" w14:textId="77777777" w:rsidR="00771A66" w:rsidRDefault="0077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DD090" w14:textId="77777777" w:rsidR="005F2623" w:rsidRDefault="005F262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CA0FB" w14:textId="77777777" w:rsidR="00477DB5" w:rsidRPr="00D63E84" w:rsidRDefault="00477DB5" w:rsidP="007F75F3">
    <w:pPr>
      <w:pStyle w:val="Pis"/>
      <w:spacing w:after="240"/>
      <w:jc w:val="right"/>
      <w:rPr>
        <w:lang w:val="et-E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7B7FB" w14:textId="77777777" w:rsidR="00D63E84" w:rsidRPr="00D63E84" w:rsidRDefault="005F2623" w:rsidP="00E35996">
    <w:pPr>
      <w:pStyle w:val="Pis"/>
      <w:jc w:val="center"/>
      <w:rPr>
        <w:lang w:val="et-EE"/>
      </w:rPr>
    </w:pPr>
    <w:r>
      <w:rPr>
        <w:noProof/>
        <w:lang w:val="et-EE" w:eastAsia="et-EE"/>
      </w:rPr>
      <w:drawing>
        <wp:inline distT="0" distB="0" distL="0" distR="0" wp14:anchorId="3867A05E" wp14:editId="7A7FF888">
          <wp:extent cx="1602105" cy="1257935"/>
          <wp:effectExtent l="0" t="0" r="0" b="0"/>
          <wp:docPr id="1" name="Picture 1" descr="C:\Users\indreks\Downloads\direkto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dreks\Downloads\direktor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1257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66"/>
    <w:rsid w:val="0003217A"/>
    <w:rsid w:val="00046EE2"/>
    <w:rsid w:val="000E4D3B"/>
    <w:rsid w:val="000F5CFB"/>
    <w:rsid w:val="000F71A0"/>
    <w:rsid w:val="0015345A"/>
    <w:rsid w:val="00165D4A"/>
    <w:rsid w:val="001D24B2"/>
    <w:rsid w:val="001E0DDB"/>
    <w:rsid w:val="00227DED"/>
    <w:rsid w:val="0023613D"/>
    <w:rsid w:val="002420D8"/>
    <w:rsid w:val="00245D3F"/>
    <w:rsid w:val="00270AA2"/>
    <w:rsid w:val="002874B6"/>
    <w:rsid w:val="002D2CB7"/>
    <w:rsid w:val="002E0298"/>
    <w:rsid w:val="002E4052"/>
    <w:rsid w:val="0032276A"/>
    <w:rsid w:val="003278B2"/>
    <w:rsid w:val="00344416"/>
    <w:rsid w:val="00344BB6"/>
    <w:rsid w:val="003719A7"/>
    <w:rsid w:val="00391767"/>
    <w:rsid w:val="0040713E"/>
    <w:rsid w:val="00424EF6"/>
    <w:rsid w:val="00427D2A"/>
    <w:rsid w:val="00445921"/>
    <w:rsid w:val="00477A64"/>
    <w:rsid w:val="00477DB5"/>
    <w:rsid w:val="004D4593"/>
    <w:rsid w:val="00500AD6"/>
    <w:rsid w:val="00506168"/>
    <w:rsid w:val="0051011D"/>
    <w:rsid w:val="00512351"/>
    <w:rsid w:val="005214F2"/>
    <w:rsid w:val="00537833"/>
    <w:rsid w:val="00540C65"/>
    <w:rsid w:val="00562DDC"/>
    <w:rsid w:val="005A6672"/>
    <w:rsid w:val="005D6204"/>
    <w:rsid w:val="005E7A2A"/>
    <w:rsid w:val="005F2623"/>
    <w:rsid w:val="006126B5"/>
    <w:rsid w:val="00653C93"/>
    <w:rsid w:val="006628CF"/>
    <w:rsid w:val="0066761D"/>
    <w:rsid w:val="00695F81"/>
    <w:rsid w:val="006A6A7B"/>
    <w:rsid w:val="00720EC8"/>
    <w:rsid w:val="007675BC"/>
    <w:rsid w:val="00771A66"/>
    <w:rsid w:val="007841B7"/>
    <w:rsid w:val="00785A0C"/>
    <w:rsid w:val="00787A7C"/>
    <w:rsid w:val="007B1A69"/>
    <w:rsid w:val="007D6633"/>
    <w:rsid w:val="007F0FD0"/>
    <w:rsid w:val="007F16D0"/>
    <w:rsid w:val="007F75F3"/>
    <w:rsid w:val="00804E6E"/>
    <w:rsid w:val="008206A4"/>
    <w:rsid w:val="00837A3B"/>
    <w:rsid w:val="00912D68"/>
    <w:rsid w:val="00950C0C"/>
    <w:rsid w:val="00972278"/>
    <w:rsid w:val="00983D6E"/>
    <w:rsid w:val="0099421B"/>
    <w:rsid w:val="009A132C"/>
    <w:rsid w:val="009A579C"/>
    <w:rsid w:val="009A6877"/>
    <w:rsid w:val="00A45BCA"/>
    <w:rsid w:val="00A7503C"/>
    <w:rsid w:val="00A77131"/>
    <w:rsid w:val="00B35E15"/>
    <w:rsid w:val="00BB234D"/>
    <w:rsid w:val="00BE517E"/>
    <w:rsid w:val="00BF3276"/>
    <w:rsid w:val="00CB6FCC"/>
    <w:rsid w:val="00CF22A6"/>
    <w:rsid w:val="00D0721D"/>
    <w:rsid w:val="00D178AD"/>
    <w:rsid w:val="00D2133A"/>
    <w:rsid w:val="00D43B0B"/>
    <w:rsid w:val="00D63E84"/>
    <w:rsid w:val="00DB3DB9"/>
    <w:rsid w:val="00E23356"/>
    <w:rsid w:val="00E35996"/>
    <w:rsid w:val="00E41686"/>
    <w:rsid w:val="00E60D8D"/>
    <w:rsid w:val="00E8355B"/>
    <w:rsid w:val="00E9394B"/>
    <w:rsid w:val="00EE7A18"/>
    <w:rsid w:val="00F85BD0"/>
    <w:rsid w:val="00FC6917"/>
    <w:rsid w:val="00FF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AD11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99421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EE Times New Roman" w:hAnsi="EE Times New Roman"/>
      <w:lang w:val="en-AU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99421B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99421B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D63E84"/>
    <w:rPr>
      <w:rFonts w:cs="Times New Roman"/>
    </w:rPr>
  </w:style>
  <w:style w:type="character" w:styleId="Hperlink">
    <w:name w:val="Hyperlink"/>
    <w:basedOn w:val="Liguvaikefont"/>
    <w:uiPriority w:val="99"/>
    <w:unhideWhenUsed/>
    <w:rsid w:val="00771A66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ari.Siemer@erm.e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mplates\Direktor\Direkto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Direktor_kirjaplank.dotx</Template>
  <TotalTime>0</TotalTime>
  <Pages>1</Pages>
  <Words>40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2009-10-01T21:27:00Z</cp:lastPrinted>
  <dcterms:created xsi:type="dcterms:W3CDTF">2024-05-30T06:26:00Z</dcterms:created>
  <dcterms:modified xsi:type="dcterms:W3CDTF">2024-05-30T06:34:00Z</dcterms:modified>
</cp:coreProperties>
</file>